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1524C5B5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012505">
              <w:t>4</w:t>
            </w:r>
          </w:p>
        </w:tc>
        <w:tc>
          <w:tcPr>
            <w:tcW w:w="3604" w:type="pct"/>
            <w:shd w:val="clear" w:color="auto" w:fill="auto"/>
          </w:tcPr>
          <w:p w14:paraId="5A18BF7D" w14:textId="5F0743D2" w:rsidR="00A301E0" w:rsidRPr="00D77298" w:rsidRDefault="00820EEE" w:rsidP="00D77298">
            <w:pPr>
              <w:pStyle w:val="SISStitle"/>
              <w:rPr>
                <w:rStyle w:val="SITemporaryText-green"/>
                <w:color w:val="auto"/>
                <w:szCs w:val="22"/>
              </w:rPr>
            </w:pPr>
            <w:r w:rsidRPr="00D77298">
              <w:rPr>
                <w:rStyle w:val="SITemporaryText-green"/>
                <w:color w:val="auto"/>
                <w:szCs w:val="22"/>
              </w:rPr>
              <w:t>Introduction to</w:t>
            </w:r>
            <w:r w:rsidR="00F847EF" w:rsidRPr="00D77298">
              <w:rPr>
                <w:rStyle w:val="SITemporaryText-green"/>
                <w:color w:val="auto"/>
                <w:szCs w:val="22"/>
              </w:rPr>
              <w:t xml:space="preserve"> food processing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6D83A1EE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071D00">
              <w:t>6</w:t>
            </w:r>
            <w:bookmarkStart w:id="0" w:name="_GoBack"/>
            <w:bookmarkEnd w:id="0"/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6C61F840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820EEE">
              <w:t>at entry level to the food processing industry. This skill set may provide an induction to work in that setting.</w:t>
            </w:r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595C3058" w14:textId="6014485B" w:rsidR="00F847EF" w:rsidRPr="00F847EF" w:rsidRDefault="00F847EF" w:rsidP="00F847EF">
            <w:pPr>
              <w:pStyle w:val="SIBulletList1"/>
            </w:pPr>
            <w:r w:rsidRPr="00F847EF">
              <w:t>FBP</w:t>
            </w:r>
            <w:r w:rsidR="00820EEE">
              <w:t>1XX20</w:t>
            </w:r>
            <w:r w:rsidRPr="00F847EF">
              <w:t xml:space="preserve"> </w:t>
            </w:r>
            <w:r w:rsidR="00820EEE">
              <w:t>Certificate I in Food Processing</w:t>
            </w:r>
          </w:p>
          <w:p w14:paraId="40B7892B" w14:textId="04058515" w:rsidR="00F847EF" w:rsidRPr="00F847EF" w:rsidRDefault="00F847EF" w:rsidP="00F847EF">
            <w:pPr>
              <w:pStyle w:val="SIBulletList1"/>
            </w:pPr>
            <w:r w:rsidRPr="00F847EF">
              <w:t>FBP</w:t>
            </w:r>
            <w:r w:rsidR="00820EEE">
              <w:t>2X120</w:t>
            </w:r>
            <w:r w:rsidRPr="00F847EF">
              <w:t xml:space="preserve"> </w:t>
            </w:r>
            <w:r w:rsidR="00820EEE">
              <w:t>Certificate II in Food Processing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36B6CBE" w14:textId="77777777" w:rsidR="001F28F9" w:rsidRDefault="00820EEE" w:rsidP="00820EEE">
            <w:pPr>
              <w:pStyle w:val="SIBulletList1"/>
            </w:pPr>
            <w:r w:rsidRPr="00E4414B">
              <w:t>FBPFSY1001X</w:t>
            </w:r>
            <w:r w:rsidRPr="00820EEE">
              <w:t xml:space="preserve"> </w:t>
            </w:r>
            <w:r w:rsidRPr="00CD6C82">
              <w:t>Follow work procedures to maintain food safety</w:t>
            </w:r>
            <w:r w:rsidRPr="00820EEE">
              <w:t xml:space="preserve"> </w:t>
            </w:r>
          </w:p>
          <w:p w14:paraId="2F54BC3B" w14:textId="235C1D17" w:rsidR="00C7630F" w:rsidRDefault="00C7630F" w:rsidP="00421292">
            <w:pPr>
              <w:pStyle w:val="SIBulletList1"/>
            </w:pPr>
            <w:r w:rsidRPr="007D439C">
              <w:t>FBPOPR1006X</w:t>
            </w:r>
            <w:r w:rsidRPr="00C7630F">
              <w:t xml:space="preserve"> </w:t>
            </w:r>
            <w:r w:rsidRPr="007D439C">
              <w:t>Monitor process operation</w:t>
            </w:r>
          </w:p>
          <w:p w14:paraId="1FD4CA1B" w14:textId="0D33E7BC" w:rsidR="00C7630F" w:rsidRDefault="00C7630F" w:rsidP="00421292">
            <w:pPr>
              <w:pStyle w:val="SIBulletList1"/>
            </w:pPr>
            <w:r w:rsidRPr="00C7630F">
              <w:t>FBPOPR1008X Take and record basic measurements</w:t>
            </w:r>
          </w:p>
          <w:p w14:paraId="19E5DFA8" w14:textId="212AA563" w:rsidR="00C7630F" w:rsidRDefault="00C7630F" w:rsidP="00421292">
            <w:pPr>
              <w:pStyle w:val="SIBulletList1"/>
            </w:pPr>
            <w:r w:rsidRPr="00C7630F">
              <w:t>TLID2013 Move materials mechanically using automated equipment</w:t>
            </w:r>
          </w:p>
          <w:p w14:paraId="7C178D94" w14:textId="5BA0DA31" w:rsidR="00C4799D" w:rsidRPr="00C7630F" w:rsidRDefault="00C4799D" w:rsidP="00421292">
            <w:pPr>
              <w:pStyle w:val="SIBulletList1"/>
            </w:pPr>
            <w:r>
              <w:t>FBPOPR2002 Inspect and sort materials and product</w:t>
            </w:r>
          </w:p>
          <w:p w14:paraId="09C83950" w14:textId="2FE5EE10" w:rsidR="00C7630F" w:rsidRPr="00536741" w:rsidRDefault="00C7630F" w:rsidP="00C7630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A66D91E" w14:textId="3EEDB553" w:rsidR="0016138C" w:rsidRPr="00536741" w:rsidRDefault="006A1D6C" w:rsidP="00820EEE">
            <w:pPr>
              <w:pStyle w:val="SIText"/>
            </w:pPr>
            <w:r>
              <w:t xml:space="preserve">This skill set is for </w:t>
            </w:r>
            <w:r w:rsidR="00F847EF">
              <w:t xml:space="preserve">those </w:t>
            </w:r>
            <w:r w:rsidR="00820EEE">
              <w:t>entering a</w:t>
            </w:r>
            <w:r w:rsidR="00F847EF">
              <w:t xml:space="preserve"> work in food processing </w:t>
            </w:r>
            <w:r w:rsidR="00820EEE">
              <w:t>workplace who will carry out operational tasks under supervision.</w:t>
            </w: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09B6B316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 w:rsidR="00820EEE">
              <w:t>entering the food processing industry.</w:t>
            </w:r>
            <w:r w:rsidRPr="00231AF8">
              <w:t xml:space="preserve">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0EF8C" w14:textId="77777777" w:rsidR="0048514A" w:rsidRDefault="0048514A" w:rsidP="00BF3F0A">
      <w:r>
        <w:separator/>
      </w:r>
    </w:p>
    <w:p w14:paraId="12F2AD65" w14:textId="77777777" w:rsidR="0048514A" w:rsidRDefault="0048514A"/>
  </w:endnote>
  <w:endnote w:type="continuationSeparator" w:id="0">
    <w:p w14:paraId="369DCF1C" w14:textId="77777777" w:rsidR="0048514A" w:rsidRDefault="0048514A" w:rsidP="00BF3F0A">
      <w:r>
        <w:continuationSeparator/>
      </w:r>
    </w:p>
    <w:p w14:paraId="5F1F2982" w14:textId="77777777" w:rsidR="0048514A" w:rsidRDefault="00485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B903F" w14:textId="77777777" w:rsidR="0048514A" w:rsidRDefault="0048514A" w:rsidP="00BF3F0A">
      <w:r>
        <w:separator/>
      </w:r>
    </w:p>
    <w:p w14:paraId="73E99999" w14:textId="77777777" w:rsidR="0048514A" w:rsidRDefault="0048514A"/>
  </w:footnote>
  <w:footnote w:type="continuationSeparator" w:id="0">
    <w:p w14:paraId="6C2026A0" w14:textId="77777777" w:rsidR="0048514A" w:rsidRDefault="0048514A" w:rsidP="00BF3F0A">
      <w:r>
        <w:continuationSeparator/>
      </w:r>
    </w:p>
    <w:p w14:paraId="2876BE10" w14:textId="77777777" w:rsidR="0048514A" w:rsidRDefault="004851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661BD8CF" w:rsidR="009C2650" w:rsidRPr="00F847EF" w:rsidRDefault="00071D00" w:rsidP="00F847EF"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F847EF">
      <w:t>FBP</w:t>
    </w:r>
    <w:r w:rsidR="00F847EF">
      <w:t>SSXXXX</w:t>
    </w:r>
    <w:r w:rsidR="00F847EF" w:rsidRPr="00F847EF">
      <w:t>0</w:t>
    </w:r>
    <w:r w:rsidR="00C7630F">
      <w:t>4</w:t>
    </w:r>
    <w:r w:rsidR="00F847EF">
      <w:t xml:space="preserve"> </w:t>
    </w:r>
    <w:r w:rsidR="00820EEE">
      <w:t>Introduction to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505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D00"/>
    <w:rsid w:val="00071F95"/>
    <w:rsid w:val="000737BB"/>
    <w:rsid w:val="00074E47"/>
    <w:rsid w:val="000A5441"/>
    <w:rsid w:val="000C13F1"/>
    <w:rsid w:val="000D7BE6"/>
    <w:rsid w:val="000E2C86"/>
    <w:rsid w:val="000F1C27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14A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C35E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EEE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D87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99D"/>
    <w:rsid w:val="00C54EF8"/>
    <w:rsid w:val="00C578E9"/>
    <w:rsid w:val="00C70626"/>
    <w:rsid w:val="00C72860"/>
    <w:rsid w:val="00C73B90"/>
    <w:rsid w:val="00C763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7298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60D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64f7dee-ce08-4ab4-970c-ecf5610c11cb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199B37-7BA2-42C9-90D9-89607A32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9</cp:revision>
  <cp:lastPrinted>2016-05-27T05:21:00Z</cp:lastPrinted>
  <dcterms:created xsi:type="dcterms:W3CDTF">2020-04-02T03:57:00Z</dcterms:created>
  <dcterms:modified xsi:type="dcterms:W3CDTF">2020-11-02T09:44:00Z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